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57" w:rsidRDefault="00193488" w:rsidP="00193488">
      <w:pPr>
        <w:jc w:val="center"/>
        <w:rPr>
          <w:b/>
          <w:bCs/>
        </w:rPr>
      </w:pPr>
      <w:r>
        <w:rPr>
          <w:b/>
          <w:bCs/>
        </w:rPr>
        <w:t>SAT Prep – Saturday Session – Resources</w:t>
      </w:r>
    </w:p>
    <w:p w:rsidR="00193488" w:rsidRDefault="00193488" w:rsidP="00193488">
      <w:r>
        <w:t>Books:</w:t>
      </w:r>
    </w:p>
    <w:p w:rsidR="00193488" w:rsidRDefault="00193488" w:rsidP="00193488">
      <w:pPr>
        <w:pStyle w:val="ListParagraph"/>
        <w:numPr>
          <w:ilvl w:val="0"/>
          <w:numId w:val="1"/>
        </w:numPr>
      </w:pPr>
      <w:r>
        <w:t xml:space="preserve">“SAT Advantage” Kaplan </w:t>
      </w:r>
      <w:r>
        <w:t>(Blue)</w:t>
      </w:r>
    </w:p>
    <w:p w:rsidR="00D71C35" w:rsidRDefault="00D71C35" w:rsidP="00D71C35">
      <w:pPr>
        <w:pStyle w:val="ListParagraph"/>
        <w:numPr>
          <w:ilvl w:val="0"/>
          <w:numId w:val="2"/>
        </w:numPr>
      </w:pPr>
      <w:r>
        <w:t>Pages 4-14: Getting to know the SAT</w:t>
      </w:r>
    </w:p>
    <w:p w:rsidR="00D71C35" w:rsidRDefault="00D71C35" w:rsidP="00D71C35">
      <w:pPr>
        <w:pStyle w:val="ListParagraph"/>
        <w:numPr>
          <w:ilvl w:val="0"/>
          <w:numId w:val="2"/>
        </w:numPr>
      </w:pPr>
      <w:r>
        <w:t>Pages 18-30: Math Test-taking Strategies and Practice Questions</w:t>
      </w:r>
    </w:p>
    <w:p w:rsidR="00D71C35" w:rsidRDefault="00D71C35" w:rsidP="00D71C35">
      <w:pPr>
        <w:pStyle w:val="ListParagraph"/>
        <w:numPr>
          <w:ilvl w:val="0"/>
          <w:numId w:val="2"/>
        </w:numPr>
      </w:pPr>
      <w:r>
        <w:t>Pages 86-98: Math Traps on the SAT</w:t>
      </w:r>
    </w:p>
    <w:p w:rsidR="00193488" w:rsidRDefault="00193488" w:rsidP="00193488">
      <w:pPr>
        <w:pStyle w:val="ListParagraph"/>
        <w:numPr>
          <w:ilvl w:val="0"/>
          <w:numId w:val="1"/>
        </w:numPr>
      </w:pPr>
      <w:r>
        <w:t>“Mastering the Math SAT 1 / PSAT” Lawrence (Purple)</w:t>
      </w:r>
    </w:p>
    <w:p w:rsidR="00D71C35" w:rsidRDefault="00D71C35" w:rsidP="00D71C35">
      <w:pPr>
        <w:pStyle w:val="ListParagraph"/>
        <w:numPr>
          <w:ilvl w:val="0"/>
          <w:numId w:val="3"/>
        </w:numPr>
      </w:pPr>
      <w:r>
        <w:t>Pages 11-13: Grid-In Practice</w:t>
      </w:r>
    </w:p>
    <w:p w:rsidR="00D71C35" w:rsidRDefault="00D71C35" w:rsidP="00D71C35">
      <w:pPr>
        <w:pStyle w:val="ListParagraph"/>
        <w:numPr>
          <w:ilvl w:val="0"/>
          <w:numId w:val="3"/>
        </w:numPr>
      </w:pPr>
      <w:r>
        <w:t>Pages 22-49: Creating a Strategy / Guessing</w:t>
      </w:r>
    </w:p>
    <w:p w:rsidR="00D71C35" w:rsidRDefault="00D71C35" w:rsidP="00D71C35"/>
    <w:p w:rsidR="00D71C35" w:rsidRDefault="00D71C35" w:rsidP="00D71C35">
      <w:r>
        <w:t>Websites:</w:t>
      </w:r>
    </w:p>
    <w:p w:rsidR="00D71C35" w:rsidRDefault="00516930" w:rsidP="00516930">
      <w:pPr>
        <w:pStyle w:val="ListParagraph"/>
        <w:numPr>
          <w:ilvl w:val="0"/>
          <w:numId w:val="4"/>
        </w:numPr>
      </w:pPr>
      <w:r>
        <w:t>TCA Prep</w:t>
      </w:r>
    </w:p>
    <w:p w:rsidR="00516930" w:rsidRDefault="00516930" w:rsidP="00516930">
      <w:pPr>
        <w:pStyle w:val="ListParagraph"/>
        <w:numPr>
          <w:ilvl w:val="0"/>
          <w:numId w:val="4"/>
        </w:numPr>
      </w:pPr>
      <w:hyperlink r:id="rId6" w:history="1">
        <w:r w:rsidRPr="009D700B">
          <w:rPr>
            <w:rStyle w:val="Hyperlink"/>
          </w:rPr>
          <w:t>http://www.satprephelp.com/</w:t>
        </w:r>
      </w:hyperlink>
    </w:p>
    <w:p w:rsidR="00516930" w:rsidRDefault="00516930" w:rsidP="00516930">
      <w:pPr>
        <w:pStyle w:val="ListParagraph"/>
        <w:numPr>
          <w:ilvl w:val="0"/>
          <w:numId w:val="5"/>
        </w:numPr>
      </w:pPr>
      <w:r>
        <w:t>Overview, Sample Questions, Format, Tips for each section</w:t>
      </w:r>
    </w:p>
    <w:p w:rsidR="00516930" w:rsidRDefault="00516930" w:rsidP="00516930">
      <w:pPr>
        <w:pStyle w:val="ListParagraph"/>
        <w:numPr>
          <w:ilvl w:val="0"/>
          <w:numId w:val="4"/>
        </w:numPr>
      </w:pPr>
      <w:hyperlink r:id="rId7" w:history="1">
        <w:r w:rsidRPr="009D700B">
          <w:rPr>
            <w:rStyle w:val="Hyperlink"/>
          </w:rPr>
          <w:t>http://www.majortests.com/sat/</w:t>
        </w:r>
      </w:hyperlink>
    </w:p>
    <w:p w:rsidR="00516930" w:rsidRDefault="00516930" w:rsidP="00516930">
      <w:pPr>
        <w:pStyle w:val="ListParagraph"/>
        <w:numPr>
          <w:ilvl w:val="0"/>
          <w:numId w:val="5"/>
        </w:numPr>
      </w:pPr>
      <w:r>
        <w:t>Overview, Math, Writing, Re</w:t>
      </w:r>
      <w:r w:rsidR="00844CC6">
        <w:t>ading, Vocabulary, 8-week plan</w:t>
      </w:r>
    </w:p>
    <w:p w:rsidR="00844CC6" w:rsidRDefault="00844CC6" w:rsidP="00844CC6">
      <w:pPr>
        <w:pStyle w:val="ListParagraph"/>
        <w:numPr>
          <w:ilvl w:val="0"/>
          <w:numId w:val="4"/>
        </w:numPr>
      </w:pPr>
      <w:hyperlink r:id="rId8" w:history="1">
        <w:r w:rsidRPr="009D700B">
          <w:rPr>
            <w:rStyle w:val="Hyperlink"/>
          </w:rPr>
          <w:t>http://www.onlinemathlearning.com/sat-math-help.html</w:t>
        </w:r>
      </w:hyperlink>
    </w:p>
    <w:p w:rsidR="00844CC6" w:rsidRDefault="00844CC6" w:rsidP="00844CC6">
      <w:pPr>
        <w:pStyle w:val="ListParagraph"/>
        <w:numPr>
          <w:ilvl w:val="0"/>
          <w:numId w:val="5"/>
        </w:numPr>
      </w:pPr>
      <w:r>
        <w:t>LOTS of Review Sources compiled into one place! Practice questions, Practice tests, Tips, Strategies, etc.</w:t>
      </w:r>
    </w:p>
    <w:p w:rsidR="00844CC6" w:rsidRDefault="00844CC6" w:rsidP="00844CC6">
      <w:pPr>
        <w:pStyle w:val="ListParagraph"/>
        <w:numPr>
          <w:ilvl w:val="0"/>
          <w:numId w:val="4"/>
        </w:numPr>
      </w:pPr>
      <w:hyperlink r:id="rId9" w:history="1">
        <w:r w:rsidRPr="009D700B">
          <w:rPr>
            <w:rStyle w:val="Hyperlink"/>
          </w:rPr>
          <w:t>http://professionals.collegeboard.com/testing/sat</w:t>
        </w:r>
      </w:hyperlink>
    </w:p>
    <w:p w:rsidR="00844CC6" w:rsidRDefault="00844CC6" w:rsidP="00844CC6">
      <w:pPr>
        <w:pStyle w:val="ListParagraph"/>
        <w:numPr>
          <w:ilvl w:val="0"/>
          <w:numId w:val="5"/>
        </w:numPr>
      </w:pPr>
      <w:r>
        <w:t>Resources for Educators to use in preparation for study sessions</w:t>
      </w:r>
    </w:p>
    <w:p w:rsidR="00844CC6" w:rsidRDefault="00844CC6" w:rsidP="00844CC6">
      <w:pPr>
        <w:pStyle w:val="ListParagraph"/>
        <w:numPr>
          <w:ilvl w:val="0"/>
          <w:numId w:val="4"/>
        </w:numPr>
      </w:pPr>
      <w:hyperlink r:id="rId10" w:history="1">
        <w:r w:rsidRPr="009D700B">
          <w:rPr>
            <w:rStyle w:val="Hyperlink"/>
          </w:rPr>
          <w:t>http://sat.collegeboard.org/practice</w:t>
        </w:r>
      </w:hyperlink>
    </w:p>
    <w:p w:rsidR="00844CC6" w:rsidRDefault="00844CC6" w:rsidP="00844CC6">
      <w:pPr>
        <w:pStyle w:val="ListParagraph"/>
        <w:numPr>
          <w:ilvl w:val="0"/>
          <w:numId w:val="5"/>
        </w:numPr>
      </w:pPr>
      <w:r>
        <w:t>Resources for Students, Practice, Tips, Question of Day</w:t>
      </w:r>
    </w:p>
    <w:p w:rsidR="00844CC6" w:rsidRDefault="00844CC6" w:rsidP="00844CC6">
      <w:pPr>
        <w:pStyle w:val="ListParagraph"/>
        <w:numPr>
          <w:ilvl w:val="0"/>
          <w:numId w:val="4"/>
        </w:numPr>
      </w:pPr>
      <w:hyperlink r:id="rId11" w:history="1">
        <w:r w:rsidRPr="009D700B">
          <w:rPr>
            <w:rStyle w:val="Hyperlink"/>
          </w:rPr>
          <w:t>http://www.kaptest.com/College/Getting-into-College/index.html</w:t>
        </w:r>
      </w:hyperlink>
    </w:p>
    <w:p w:rsidR="00844CC6" w:rsidRDefault="00844CC6" w:rsidP="00844CC6">
      <w:pPr>
        <w:pStyle w:val="ListParagraph"/>
        <w:numPr>
          <w:ilvl w:val="0"/>
          <w:numId w:val="5"/>
        </w:numPr>
      </w:pPr>
      <w:r>
        <w:t>Free timed practice tests!</w:t>
      </w:r>
    </w:p>
    <w:p w:rsidR="00844CC6" w:rsidRDefault="00844CC6" w:rsidP="00844CC6">
      <w:pPr>
        <w:pStyle w:val="ListParagraph"/>
        <w:numPr>
          <w:ilvl w:val="0"/>
          <w:numId w:val="4"/>
        </w:numPr>
      </w:pPr>
      <w:hyperlink r:id="rId12" w:history="1">
        <w:r w:rsidRPr="009D700B">
          <w:rPr>
            <w:rStyle w:val="Hyperlink"/>
          </w:rPr>
          <w:t>http://www.khanacademy.org/</w:t>
        </w:r>
      </w:hyperlink>
    </w:p>
    <w:p w:rsidR="00844CC6" w:rsidRDefault="00844CC6" w:rsidP="00844CC6">
      <w:pPr>
        <w:pStyle w:val="ListParagraph"/>
        <w:numPr>
          <w:ilvl w:val="0"/>
          <w:numId w:val="5"/>
        </w:numPr>
      </w:pPr>
      <w:r>
        <w:t xml:space="preserve">TONS of worked examples from the </w:t>
      </w:r>
      <w:proofErr w:type="spellStart"/>
      <w:r>
        <w:t>CollegeBoard</w:t>
      </w:r>
      <w:proofErr w:type="spellEnd"/>
      <w:r>
        <w:t xml:space="preserve"> Blue SAT Book Practice Tests (all of them)!!</w:t>
      </w:r>
    </w:p>
    <w:p w:rsidR="00516930" w:rsidRDefault="00516930" w:rsidP="00516930"/>
    <w:p w:rsidR="00516930" w:rsidRDefault="00516930" w:rsidP="00516930">
      <w:r>
        <w:t>Documents:</w:t>
      </w:r>
    </w:p>
    <w:p w:rsidR="00516930" w:rsidRDefault="00655731" w:rsidP="00516930">
      <w:pPr>
        <w:pStyle w:val="ListParagraph"/>
        <w:numPr>
          <w:ilvl w:val="0"/>
          <w:numId w:val="7"/>
        </w:numPr>
      </w:pPr>
      <w:r>
        <w:t>“</w:t>
      </w:r>
      <w:r w:rsidR="00516930">
        <w:t>10 Math Strategies</w:t>
      </w:r>
      <w:r>
        <w:t>” (includes examples)</w:t>
      </w:r>
    </w:p>
    <w:p w:rsidR="00516930" w:rsidRDefault="00655731" w:rsidP="00516930">
      <w:pPr>
        <w:pStyle w:val="ListParagraph"/>
        <w:numPr>
          <w:ilvl w:val="0"/>
          <w:numId w:val="7"/>
        </w:numPr>
      </w:pPr>
      <w:r>
        <w:t xml:space="preserve">Intro to the SAT </w:t>
      </w:r>
      <w:proofErr w:type="spellStart"/>
      <w:r>
        <w:t>Powerpoint</w:t>
      </w:r>
      <w:proofErr w:type="spellEnd"/>
      <w:r>
        <w:t xml:space="preserve"> (mostly Math – could easily update to include verbal)</w:t>
      </w:r>
    </w:p>
    <w:p w:rsidR="00655731" w:rsidRDefault="00655731" w:rsidP="00516930">
      <w:pPr>
        <w:pStyle w:val="ListParagraph"/>
        <w:numPr>
          <w:ilvl w:val="0"/>
          <w:numId w:val="7"/>
        </w:numPr>
      </w:pPr>
      <w:r>
        <w:t>TCA Prep Stuff</w:t>
      </w:r>
    </w:p>
    <w:p w:rsidR="00655731" w:rsidRDefault="00655731" w:rsidP="00655731">
      <w:pPr>
        <w:pStyle w:val="ListParagraph"/>
        <w:numPr>
          <w:ilvl w:val="1"/>
          <w:numId w:val="7"/>
        </w:numPr>
      </w:pPr>
      <w:r>
        <w:t>SAT Strategies</w:t>
      </w:r>
    </w:p>
    <w:p w:rsidR="00655731" w:rsidRDefault="00655731" w:rsidP="00655731">
      <w:pPr>
        <w:pStyle w:val="ListParagraph"/>
        <w:numPr>
          <w:ilvl w:val="1"/>
          <w:numId w:val="7"/>
        </w:numPr>
      </w:pPr>
      <w:r>
        <w:t>SAT Lessons Volume 1 &amp; 2</w:t>
      </w:r>
    </w:p>
    <w:p w:rsidR="00655731" w:rsidRPr="00193488" w:rsidRDefault="00655731" w:rsidP="00844CC6">
      <w:pPr>
        <w:pStyle w:val="ListParagraph"/>
        <w:numPr>
          <w:ilvl w:val="1"/>
          <w:numId w:val="7"/>
        </w:numPr>
      </w:pPr>
      <w:bookmarkStart w:id="0" w:name="_GoBack"/>
      <w:bookmarkEnd w:id="0"/>
      <w:r>
        <w:t>SAT Math Quizzes Volumes 1 &amp; 2</w:t>
      </w:r>
    </w:p>
    <w:sectPr w:rsidR="00655731" w:rsidRPr="00193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389F"/>
    <w:multiLevelType w:val="hybridMultilevel"/>
    <w:tmpl w:val="B998A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727A0"/>
    <w:multiLevelType w:val="hybridMultilevel"/>
    <w:tmpl w:val="52304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A5F7D"/>
    <w:multiLevelType w:val="hybridMultilevel"/>
    <w:tmpl w:val="00E825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017B81"/>
    <w:multiLevelType w:val="hybridMultilevel"/>
    <w:tmpl w:val="A748E2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436D41"/>
    <w:multiLevelType w:val="hybridMultilevel"/>
    <w:tmpl w:val="43A46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F78A5"/>
    <w:multiLevelType w:val="hybridMultilevel"/>
    <w:tmpl w:val="2DC429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E000DC4"/>
    <w:multiLevelType w:val="hybridMultilevel"/>
    <w:tmpl w:val="CB4C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488"/>
    <w:rsid w:val="00193488"/>
    <w:rsid w:val="001F15CB"/>
    <w:rsid w:val="00467FBA"/>
    <w:rsid w:val="00516930"/>
    <w:rsid w:val="00655731"/>
    <w:rsid w:val="00844CC6"/>
    <w:rsid w:val="00995AF7"/>
    <w:rsid w:val="00C23428"/>
    <w:rsid w:val="00C962C3"/>
    <w:rsid w:val="00D71C35"/>
    <w:rsid w:val="00D76754"/>
    <w:rsid w:val="00E8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4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6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4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69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mathlearning.com/sat-math-help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ajortests.com/sat/" TargetMode="External"/><Relationship Id="rId12" Type="http://schemas.openxmlformats.org/officeDocument/2006/relationships/hyperlink" Target="http://www.khanacademy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tprephelp.com/" TargetMode="External"/><Relationship Id="rId11" Type="http://schemas.openxmlformats.org/officeDocument/2006/relationships/hyperlink" Target="http://www.kaptest.com/College/Getting-into-College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at.collegeboard.org/practi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fessionals.collegeboard.com/testing/sa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D1AD55D1.dotm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Groves, Kristine S</dc:creator>
  <cp:keywords/>
  <dc:description/>
  <cp:lastModifiedBy>Groves, Kristine S</cp:lastModifiedBy>
  <cp:revision>2</cp:revision>
  <dcterms:created xsi:type="dcterms:W3CDTF">2011-11-02T18:00:00Z</dcterms:created>
  <dcterms:modified xsi:type="dcterms:W3CDTF">2011-11-02T18:00:00Z</dcterms:modified>
</cp:coreProperties>
</file>